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33B7C" w14:textId="77777777" w:rsidR="00773F53" w:rsidRPr="00DC3118" w:rsidRDefault="00773F53" w:rsidP="00773F53">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ind w:right="-180"/>
        <w:jc w:val="center"/>
        <w:rPr>
          <w:b/>
        </w:rPr>
      </w:pPr>
      <w:r w:rsidRPr="00DC3118">
        <w:rPr>
          <w:b/>
        </w:rPr>
        <w:t>APPENDIX A</w:t>
      </w:r>
    </w:p>
    <w:p w14:paraId="62BDDE1C" w14:textId="77777777" w:rsidR="00773F53" w:rsidRPr="00DC3118" w:rsidRDefault="00773F53" w:rsidP="00773F53">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ind w:right="-180"/>
        <w:jc w:val="center"/>
      </w:pPr>
    </w:p>
    <w:p w14:paraId="28FEBEC0" w14:textId="77777777" w:rsidR="00773F53" w:rsidRDefault="00773F53" w:rsidP="00773F53">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ind w:right="-180"/>
        <w:jc w:val="center"/>
      </w:pPr>
      <w:r w:rsidRPr="00DC3118">
        <w:t>TIP SHEET</w:t>
      </w:r>
    </w:p>
    <w:p w14:paraId="4FE898C7" w14:textId="77777777" w:rsidR="00773F53" w:rsidRPr="00DC3118" w:rsidRDefault="00773F53" w:rsidP="00773F53">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ind w:right="-180"/>
        <w:jc w:val="center"/>
      </w:pPr>
      <w:r w:rsidRPr="00DC3118">
        <w:t>HOMEBUYER SUBRECIPIENT</w:t>
      </w:r>
    </w:p>
    <w:p w14:paraId="2939D9A5" w14:textId="77777777" w:rsidR="00773F53" w:rsidRPr="00DC3118" w:rsidRDefault="00773F53" w:rsidP="00773F53">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ind w:right="-180"/>
      </w:pPr>
    </w:p>
    <w:p w14:paraId="2B5F5021" w14:textId="77777777" w:rsidR="00773F53" w:rsidRDefault="00773F53" w:rsidP="00773F53">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ind w:right="-180"/>
      </w:pPr>
    </w:p>
    <w:p w14:paraId="0291DCE1" w14:textId="77777777" w:rsidR="00773F53" w:rsidRPr="00BF58A4" w:rsidRDefault="00773F53" w:rsidP="00773F53">
      <w:pPr>
        <w:numPr>
          <w:ilvl w:val="0"/>
          <w:numId w:val="25"/>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ind w:right="-180"/>
        <w:jc w:val="both"/>
      </w:pPr>
      <w:r w:rsidRPr="00BF58A4">
        <w:t xml:space="preserve">There are several </w:t>
      </w:r>
      <w:r>
        <w:t>allowable types of homebuyer</w:t>
      </w:r>
      <w:r w:rsidRPr="00BF58A4">
        <w:t xml:space="preserve"> assistance activities: (1) rehabilita</w:t>
      </w:r>
      <w:r>
        <w:t>tion in support of homeownership</w:t>
      </w:r>
      <w:r w:rsidRPr="00BF58A4">
        <w:t>; (2) acquisition assistance such as mortgage buy-down and/or down pay</w:t>
      </w:r>
      <w:r>
        <w:t>ment and closing costs</w:t>
      </w:r>
      <w:r w:rsidRPr="00BF58A4">
        <w:t>;</w:t>
      </w:r>
      <w:r>
        <w:t xml:space="preserve"> and</w:t>
      </w:r>
      <w:r w:rsidRPr="00BF58A4">
        <w:t xml:space="preserve"> (3) </w:t>
      </w:r>
      <w:r>
        <w:t>g</w:t>
      </w:r>
      <w:r w:rsidRPr="00BF58A4">
        <w:t xml:space="preserve">eneral </w:t>
      </w:r>
      <w:r>
        <w:t>h</w:t>
      </w:r>
      <w:r w:rsidRPr="00BF58A4">
        <w:t xml:space="preserve">omebuyer </w:t>
      </w:r>
      <w:r>
        <w:t>a</w:t>
      </w:r>
      <w:r w:rsidRPr="00BF58A4">
        <w:t xml:space="preserve">ssistance </w:t>
      </w:r>
      <w:r>
        <w:t xml:space="preserve">- </w:t>
      </w:r>
      <w:r w:rsidRPr="00BF58A4">
        <w:t>a combination of the first two type</w:t>
      </w:r>
      <w:r>
        <w:t>s</w:t>
      </w:r>
      <w:r w:rsidRPr="00BF58A4">
        <w:t>.</w:t>
      </w:r>
    </w:p>
    <w:p w14:paraId="30D363E1" w14:textId="77777777" w:rsidR="00773F53" w:rsidRPr="00773FA3" w:rsidRDefault="00773F53" w:rsidP="00773F53">
      <w:pPr>
        <w:pStyle w:val="Heading2"/>
        <w:ind w:left="360"/>
        <w:jc w:val="both"/>
        <w:rPr>
          <w:sz w:val="22"/>
          <w:szCs w:val="22"/>
        </w:rPr>
      </w:pPr>
      <w:r w:rsidRPr="00773FA3">
        <w:rPr>
          <w:sz w:val="22"/>
          <w:szCs w:val="22"/>
        </w:rPr>
        <w:t>Activity Requirements</w:t>
      </w:r>
    </w:p>
    <w:p w14:paraId="38AB74CD" w14:textId="77777777" w:rsidR="00773F53" w:rsidRPr="00773FA3" w:rsidRDefault="00773F53" w:rsidP="00773F53">
      <w:pPr>
        <w:numPr>
          <w:ilvl w:val="0"/>
          <w:numId w:val="25"/>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right="-187"/>
        <w:jc w:val="both"/>
      </w:pPr>
      <w:r w:rsidRPr="00773FA3">
        <w:t>Only first-time homebuyer</w:t>
      </w:r>
      <w:r>
        <w:t>s are eligible for homebuyer</w:t>
      </w:r>
      <w:r w:rsidRPr="00773FA3">
        <w:t xml:space="preserve"> assistance activities.  </w:t>
      </w:r>
      <w:r>
        <w:t>First-</w:t>
      </w:r>
      <w:r w:rsidRPr="00773FA3">
        <w:t>time homebuyers must meet the HUD definition.</w:t>
      </w:r>
    </w:p>
    <w:p w14:paraId="24ACA096" w14:textId="77777777" w:rsidR="00773F53" w:rsidRPr="00773FA3" w:rsidRDefault="00773F53" w:rsidP="00773F53">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720" w:right="-187"/>
        <w:jc w:val="both"/>
      </w:pPr>
      <w:r w:rsidRPr="00773FA3">
        <w:t>HUD’s definition of First-Time Homebuyer</w:t>
      </w:r>
      <w:r>
        <w:t xml:space="preserve"> </w:t>
      </w:r>
      <w:r w:rsidRPr="00773FA3">
        <w:t xml:space="preserve">- </w:t>
      </w:r>
      <w:r>
        <w:t>A</w:t>
      </w:r>
      <w:r w:rsidRPr="00773FA3">
        <w:t xml:space="preserve">n individual or an individual and his or her spouse who have not owned a home during the three-year period before the purchase of a home with HOME assistance, except that an individual who is a displaced homemaker or single parent may not be excluded from consideration as a first-time homebuyer on the basis that the individual, while a homemaker, owned a home with his or her spouse or resided in a home owned by a spouse; and an individual may not be excluded from consideration on the basis that the individual owns or owned, as a principal residence during the three-year period before purchase of a home with HOME assistance, a dwelling unit whose structure is (1) not permanently affixed to a permanent foundation in accordance with local or other applicable regulations, or (2) not in compliance with state, local or model building codes and cannot be brought into compliance with such codes for less than the cost of constructing a permanent structure. </w:t>
      </w:r>
    </w:p>
    <w:p w14:paraId="0D99523E" w14:textId="77777777" w:rsidR="00773F53" w:rsidRDefault="00773F53" w:rsidP="00773F53">
      <w:pPr>
        <w:numPr>
          <w:ilvl w:val="0"/>
          <w:numId w:val="25"/>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right="-187"/>
        <w:jc w:val="both"/>
      </w:pPr>
      <w:r w:rsidRPr="00AB46D5">
        <w:t>Only households whose gross annual incomes are at or below 80</w:t>
      </w:r>
      <w:r>
        <w:t>%</w:t>
      </w:r>
      <w:r w:rsidRPr="00AB46D5">
        <w:t xml:space="preserve"> of the area median income can participate in (benefit from) a h</w:t>
      </w:r>
      <w:r>
        <w:t>omebuyer</w:t>
      </w:r>
      <w:r w:rsidRPr="00AB46D5">
        <w:t xml:space="preserve"> activity.  A list of area income levels is available at IFA’s HOME web page.  </w:t>
      </w:r>
    </w:p>
    <w:p w14:paraId="4DF4CD65" w14:textId="6EB366BE" w:rsidR="00773F53" w:rsidRPr="00E05D61" w:rsidRDefault="00773F53" w:rsidP="00773F53">
      <w:pPr>
        <w:numPr>
          <w:ilvl w:val="0"/>
          <w:numId w:val="25"/>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right="-187"/>
        <w:jc w:val="both"/>
        <w:rPr>
          <w:rFonts w:cs="Arial"/>
          <w:u w:val="single"/>
        </w:rPr>
      </w:pPr>
      <w:r w:rsidRPr="005F1938">
        <w:rPr>
          <w:rFonts w:cs="Arial"/>
        </w:rPr>
        <w:t xml:space="preserve">For home ownership assistance, the initial purchase price for newly constructed units or the </w:t>
      </w:r>
      <w:r w:rsidR="00317226" w:rsidRPr="005F1938">
        <w:rPr>
          <w:rFonts w:cs="Arial"/>
        </w:rPr>
        <w:t>after-rehabilitation</w:t>
      </w:r>
      <w:r w:rsidRPr="005F1938">
        <w:rPr>
          <w:rFonts w:cs="Arial"/>
        </w:rPr>
        <w:t xml:space="preserve"> value for rehabilitated units shall not exceed 95</w:t>
      </w:r>
      <w:r>
        <w:rPr>
          <w:rFonts w:cs="Arial"/>
        </w:rPr>
        <w:t>%</w:t>
      </w:r>
      <w:r w:rsidRPr="005F1938">
        <w:rPr>
          <w:rFonts w:cs="Arial"/>
        </w:rPr>
        <w:t xml:space="preserve"> of the median purchase price as established by HUD mortgage limits for the same type of single-family housing in the area Single Family Mortgage Limits under Section 203(b) of the National Housing Act established in February 2008</w:t>
      </w:r>
      <w:r>
        <w:rPr>
          <w:rFonts w:cs="Arial"/>
        </w:rPr>
        <w:t>.</w:t>
      </w:r>
      <w:r w:rsidRPr="005F1938">
        <w:rPr>
          <w:rFonts w:cs="Arial"/>
        </w:rPr>
        <w:t xml:space="preserve"> </w:t>
      </w:r>
    </w:p>
    <w:p w14:paraId="4378705C" w14:textId="77777777" w:rsidR="00773F53" w:rsidRPr="00773FA3" w:rsidRDefault="00773F53" w:rsidP="00773F53">
      <w:pPr>
        <w:numPr>
          <w:ilvl w:val="0"/>
          <w:numId w:val="25"/>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right="-187"/>
        <w:jc w:val="both"/>
      </w:pPr>
      <w:r w:rsidRPr="00AB46D5">
        <w:t>The maximum per unit HOME program subsidy for homeownership activities involving rehabilitation is $37,500 (inclusive of all costs).  The maximum per unit HOME subsidy for acquisitio</w:t>
      </w:r>
      <w:r>
        <w:t>n assistance is $35,000</w:t>
      </w:r>
      <w:r w:rsidRPr="00AB46D5">
        <w:t>.</w:t>
      </w:r>
    </w:p>
    <w:p w14:paraId="7E7B5D00" w14:textId="77777777" w:rsidR="00773F53" w:rsidRPr="00773FA3" w:rsidRDefault="00773F53" w:rsidP="00773F53">
      <w:pPr>
        <w:numPr>
          <w:ilvl w:val="0"/>
          <w:numId w:val="25"/>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right="-187"/>
        <w:jc w:val="both"/>
      </w:pPr>
      <w:r>
        <w:t>Homebuyer</w:t>
      </w:r>
      <w:r w:rsidRPr="00773FA3">
        <w:t xml:space="preserve"> assistance programs shall be designed to provide gap financing.  The HOME program shall provide the least amount of assistance necessary to make individual projects affordable to the homebuyer.  </w:t>
      </w:r>
    </w:p>
    <w:p w14:paraId="5DABB233" w14:textId="77777777" w:rsidR="00773F53" w:rsidRPr="00AB46D5" w:rsidRDefault="00773F53" w:rsidP="00773F53">
      <w:pPr>
        <w:numPr>
          <w:ilvl w:val="0"/>
          <w:numId w:val="25"/>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right="-187"/>
        <w:jc w:val="both"/>
      </w:pPr>
      <w:r>
        <w:t>All HOME funded homebuyer</w:t>
      </w:r>
      <w:r w:rsidRPr="00AB46D5">
        <w:t xml:space="preserve"> assistance activities will need to require the beneficiaries of their program to use a principal mortgage loan product that meets the following criteria:</w:t>
      </w:r>
    </w:p>
    <w:p w14:paraId="1EE02945" w14:textId="77777777" w:rsidR="00773F53" w:rsidRPr="00AB46D5" w:rsidRDefault="00773F53" w:rsidP="00773F53">
      <w:pPr>
        <w:numPr>
          <w:ilvl w:val="0"/>
          <w:numId w:val="26"/>
        </w:numPr>
        <w:tabs>
          <w:tab w:val="left" w:pos="-360"/>
          <w:tab w:val="left" w:pos="720"/>
          <w:tab w:val="left" w:pos="1440"/>
          <w:tab w:val="left" w:pos="1800"/>
          <w:tab w:val="left" w:pos="234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1440" w:right="-187"/>
        <w:jc w:val="both"/>
      </w:pPr>
      <w:proofErr w:type="gramStart"/>
      <w:r w:rsidRPr="00AB46D5">
        <w:t>With the exception of</w:t>
      </w:r>
      <w:proofErr w:type="gramEnd"/>
      <w:r w:rsidRPr="00AB46D5">
        <w:t xml:space="preserve"> Habitat for Humanity principal loan products, the principal mortgage loan must be the only repayable loan in all individual homeownership assistance projects</w:t>
      </w:r>
      <w:r>
        <w:t>.</w:t>
      </w:r>
    </w:p>
    <w:p w14:paraId="189BEE45" w14:textId="7DEA98ED" w:rsidR="00773F53" w:rsidRPr="00AB46D5" w:rsidRDefault="00773F53" w:rsidP="00773F53">
      <w:pPr>
        <w:numPr>
          <w:ilvl w:val="0"/>
          <w:numId w:val="26"/>
        </w:numPr>
        <w:tabs>
          <w:tab w:val="left" w:pos="-360"/>
          <w:tab w:val="left" w:pos="720"/>
          <w:tab w:val="left" w:pos="1440"/>
          <w:tab w:val="left" w:pos="1800"/>
          <w:tab w:val="left" w:pos="243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1440" w:right="-187"/>
        <w:jc w:val="both"/>
      </w:pPr>
      <w:r w:rsidRPr="00AB46D5">
        <w:lastRenderedPageBreak/>
        <w:t xml:space="preserve">The </w:t>
      </w:r>
      <w:r>
        <w:t>HOME assistance</w:t>
      </w:r>
      <w:r w:rsidRPr="00AB46D5">
        <w:t xml:space="preserve"> may be recorded in junior position to the principal mortgage </w:t>
      </w:r>
      <w:r w:rsidR="00F00A80" w:rsidRPr="00AB46D5">
        <w:t>loan but</w:t>
      </w:r>
      <w:r w:rsidRPr="00AB46D5">
        <w:t xml:space="preserve"> must be recorded in senior position to </w:t>
      </w:r>
      <w:proofErr w:type="gramStart"/>
      <w:r w:rsidRPr="00AB46D5">
        <w:t>any and all</w:t>
      </w:r>
      <w:proofErr w:type="gramEnd"/>
      <w:r w:rsidRPr="00AB46D5">
        <w:t xml:space="preserve"> ot</w:t>
      </w:r>
      <w:r>
        <w:t>her funding in all homebuyer</w:t>
      </w:r>
      <w:r w:rsidRPr="00AB46D5">
        <w:t xml:space="preserve"> assistance projects.  Recipients of </w:t>
      </w:r>
      <w:r>
        <w:t>HOME homebuyer</w:t>
      </w:r>
      <w:r w:rsidRPr="00AB46D5">
        <w:t xml:space="preserve"> assistance activities must maintain their assistance security agreements in the above stated recording position throughout the applicable period of affordability and will not be allowed to subordinate recording position to any other forms of assistance, such as home equity loans</w:t>
      </w:r>
      <w:r>
        <w:t>.</w:t>
      </w:r>
    </w:p>
    <w:p w14:paraId="31109B5E" w14:textId="77777777" w:rsidR="00773F53" w:rsidRPr="00773FA3" w:rsidRDefault="00773F53" w:rsidP="00773F53">
      <w:pPr>
        <w:numPr>
          <w:ilvl w:val="0"/>
          <w:numId w:val="26"/>
        </w:numPr>
        <w:tabs>
          <w:tab w:val="left" w:pos="-360"/>
          <w:tab w:val="left" w:pos="720"/>
          <w:tab w:val="left" w:pos="1440"/>
          <w:tab w:val="left" w:pos="1800"/>
          <w:tab w:val="left" w:pos="243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1440" w:right="-187"/>
        <w:jc w:val="both"/>
      </w:pPr>
      <w:r w:rsidRPr="00773FA3">
        <w:t xml:space="preserve">Any mortgage lending entity’s principal mortgage loan products may be used provided they meet </w:t>
      </w:r>
      <w:proofErr w:type="gramStart"/>
      <w:r w:rsidRPr="00773FA3">
        <w:t>all of</w:t>
      </w:r>
      <w:proofErr w:type="gramEnd"/>
      <w:r w:rsidRPr="00773FA3">
        <w:t xml:space="preserve"> the following requirements</w:t>
      </w:r>
      <w:r>
        <w:t>.</w:t>
      </w:r>
    </w:p>
    <w:p w14:paraId="652537DE" w14:textId="77777777" w:rsidR="00773F53" w:rsidRPr="00773FA3" w:rsidRDefault="00773F53" w:rsidP="00773F53">
      <w:pPr>
        <w:keepLines/>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2160" w:right="-187" w:hanging="360"/>
        <w:jc w:val="both"/>
      </w:pPr>
      <w:r w:rsidRPr="00773FA3">
        <w:t>1.</w:t>
      </w:r>
      <w:r w:rsidRPr="00773FA3">
        <w:tab/>
        <w:t>Loan interest rates may be no higher than four percentage points above the federal prime interest rate at the time of loan closing; and Upon completion, all dwellings rehabilitated as part of a homeownership assistance activity must conform to Iowa’s Minimum Housing Rehabilitation Standards (applicable to all communities with populations of less than 15,000 absent of such standards or codes).</w:t>
      </w:r>
    </w:p>
    <w:p w14:paraId="5FDD2DDE" w14:textId="77777777" w:rsidR="00773F53" w:rsidRPr="00773FA3" w:rsidRDefault="00773F53" w:rsidP="00773F53">
      <w:pPr>
        <w:keepLines/>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2160" w:right="-187" w:hanging="360"/>
        <w:jc w:val="both"/>
      </w:pPr>
      <w:r w:rsidRPr="00773FA3">
        <w:t>2.</w:t>
      </w:r>
      <w:r w:rsidRPr="00773FA3">
        <w:tab/>
        <w:t>Loan terms will include an 80% loan-to-value ratio or higher; and</w:t>
      </w:r>
    </w:p>
    <w:p w14:paraId="43357EE8" w14:textId="77777777" w:rsidR="00773F53" w:rsidRPr="00773FA3" w:rsidRDefault="00773F53" w:rsidP="00773F53">
      <w:pPr>
        <w:keepLines/>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2160" w:right="-187" w:hanging="360"/>
        <w:jc w:val="both"/>
      </w:pPr>
      <w:r w:rsidRPr="00773FA3">
        <w:t>3.</w:t>
      </w:r>
      <w:r w:rsidRPr="00773FA3">
        <w:tab/>
        <w:t xml:space="preserve">No less than a 15-year, fully amortized, fixed rate mortgage must be used; and </w:t>
      </w:r>
    </w:p>
    <w:p w14:paraId="76525B47" w14:textId="5117B990" w:rsidR="00773F53" w:rsidRPr="00773FA3" w:rsidRDefault="00773F53" w:rsidP="00773F53">
      <w:pPr>
        <w:keepLines/>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2160" w:right="-187" w:hanging="360"/>
        <w:jc w:val="both"/>
      </w:pPr>
      <w:r w:rsidRPr="00773FA3">
        <w:t>4.</w:t>
      </w:r>
      <w:r w:rsidRPr="00773FA3">
        <w:tab/>
        <w:t xml:space="preserve">No </w:t>
      </w:r>
      <w:r w:rsidR="00342F51" w:rsidRPr="00773FA3">
        <w:t>adjustable-rate</w:t>
      </w:r>
      <w:r w:rsidRPr="00773FA3">
        <w:t xml:space="preserve"> mortgage or balloon payment types of mortgages will be allowed</w:t>
      </w:r>
      <w:r>
        <w:t>.</w:t>
      </w:r>
    </w:p>
    <w:p w14:paraId="50849A31" w14:textId="77777777" w:rsidR="00773F53" w:rsidRPr="00773FA3" w:rsidRDefault="00773F53" w:rsidP="00773F53">
      <w:pPr>
        <w:keepLines/>
        <w:numPr>
          <w:ilvl w:val="0"/>
          <w:numId w:val="26"/>
        </w:numPr>
        <w:tabs>
          <w:tab w:val="left" w:pos="-360"/>
          <w:tab w:val="left" w:pos="720"/>
          <w:tab w:val="left" w:pos="1440"/>
          <w:tab w:val="left" w:pos="1800"/>
          <w:tab w:val="left" w:pos="243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1440" w:right="-187"/>
        <w:jc w:val="both"/>
      </w:pPr>
      <w:r w:rsidRPr="00773FA3">
        <w:t>Recipients are encouraged (not required) to have the beneficiaries of their homeownership assistance activity utilize a principal mortgage loan product offered by one of the following:  Iowa Finance Authority; USDA-Rural Development; Federal Home Loan; HUD (including FHA and VA); Habitat for Humanity; Fannie May; or Freddie Mac.</w:t>
      </w:r>
    </w:p>
    <w:p w14:paraId="0A1C3D1E" w14:textId="77777777" w:rsidR="00773F53" w:rsidRPr="00773FA3" w:rsidRDefault="00773F53" w:rsidP="00773F53">
      <w:pPr>
        <w:pStyle w:val="ListParagraph"/>
        <w:keepLines/>
        <w:numPr>
          <w:ilvl w:val="0"/>
          <w:numId w:val="27"/>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720" w:right="-187"/>
        <w:contextualSpacing w:val="0"/>
        <w:jc w:val="both"/>
      </w:pPr>
      <w:r w:rsidRPr="00773FA3">
        <w:t xml:space="preserve">Assisted units must remain affordable through recapture provisions for a specific </w:t>
      </w:r>
      <w:proofErr w:type="gramStart"/>
      <w:r w:rsidRPr="00773FA3">
        <w:t>time period</w:t>
      </w:r>
      <w:proofErr w:type="gramEnd"/>
      <w:r w:rsidRPr="00773FA3">
        <w:t xml:space="preserve">:  </w:t>
      </w:r>
      <w:r>
        <w:t>5</w:t>
      </w:r>
      <w:r w:rsidRPr="00773FA3">
        <w:t xml:space="preserve"> years for projects receiving up to $15,000 in </w:t>
      </w:r>
      <w:r>
        <w:t>HOME</w:t>
      </w:r>
      <w:r w:rsidRPr="00773FA3">
        <w:t xml:space="preserve"> assistance; </w:t>
      </w:r>
      <w:r>
        <w:t>10</w:t>
      </w:r>
      <w:r w:rsidRPr="00773FA3">
        <w:t xml:space="preserve"> years for projects receiving $15,000 to $40,000 in H</w:t>
      </w:r>
      <w:r>
        <w:t>OME</w:t>
      </w:r>
      <w:r w:rsidRPr="00773FA3">
        <w:t xml:space="preserve"> assistance; and 15 years for projects receiving over $40,000 in H</w:t>
      </w:r>
      <w:r>
        <w:t>OME</w:t>
      </w:r>
      <w:r w:rsidRPr="00773FA3">
        <w:t xml:space="preserve"> assistance.  IFA requires recapture over resale, allowing the homeowner to recapture any initial out-of-pocket investment before the recipient recaptures any HOME investment.  IFA’s preferred method of recapture is a receding forgivable loan.  Recaptured funds must be based on the net proceeds of the subsequent sale.  Resale provisions do apply to development subsidies.  The IFA will determine the applicability of recapture provisions or resale provisions.</w:t>
      </w:r>
    </w:p>
    <w:p w14:paraId="78617047" w14:textId="07BEAFC1" w:rsidR="00773F53" w:rsidRDefault="00773F53" w:rsidP="00773F53">
      <w:pPr>
        <w:pStyle w:val="ListParagraph"/>
        <w:keepLines/>
        <w:numPr>
          <w:ilvl w:val="0"/>
          <w:numId w:val="27"/>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720" w:right="-187"/>
        <w:contextualSpacing w:val="0"/>
        <w:jc w:val="both"/>
      </w:pPr>
      <w:r w:rsidRPr="005506D9">
        <w:t xml:space="preserve">All newly constructed </w:t>
      </w:r>
      <w:r w:rsidR="00342F51" w:rsidRPr="005506D9">
        <w:t>single-family</w:t>
      </w:r>
      <w:r w:rsidRPr="005506D9">
        <w:t xml:space="preserve"> housing shall be constructed in accordance with any locally adopted and enforced building codes, </w:t>
      </w:r>
      <w:r w:rsidR="00EB56EC" w:rsidRPr="005506D9">
        <w:t>standards,</w:t>
      </w:r>
      <w:r w:rsidRPr="005506D9">
        <w:t xml:space="preserve"> and ordinances.  In the absence of locally adopted and enforced building codes, the requirements of the Iowa State Building Code shall apply.  </w:t>
      </w:r>
    </w:p>
    <w:p w14:paraId="4D1D3F77" w14:textId="537AAB85" w:rsidR="00773F53" w:rsidRPr="005506D9" w:rsidRDefault="00773F53" w:rsidP="00773F53">
      <w:pPr>
        <w:pStyle w:val="ListParagraph"/>
        <w:keepLines/>
        <w:numPr>
          <w:ilvl w:val="0"/>
          <w:numId w:val="27"/>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720"/>
          <w:tab w:val="left" w:pos="10440"/>
        </w:tabs>
        <w:spacing w:before="240"/>
        <w:ind w:left="720" w:right="-187"/>
        <w:contextualSpacing w:val="0"/>
        <w:jc w:val="both"/>
      </w:pPr>
      <w:r w:rsidRPr="005506D9">
        <w:t xml:space="preserve">All single-family housing involving rehabilitation shall be rehabilitated in accordance with any locally adopted and enforced building or housing codes, </w:t>
      </w:r>
      <w:r w:rsidR="00EB56EC" w:rsidRPr="005506D9">
        <w:t>standards,</w:t>
      </w:r>
      <w:r w:rsidRPr="005506D9">
        <w:t xml:space="preserve"> and ordinances.  In the absence of locally adopted and enforced building or housing codes, the requirements of the most current version of Iowa’s Minimum Housing Rehabilitation Standards shall apply (all communities with populations of 15,000 or less).</w:t>
      </w:r>
    </w:p>
    <w:p w14:paraId="6EF8064C" w14:textId="71DB4EE3" w:rsidR="006F0CA2" w:rsidRDefault="006F0CA2" w:rsidP="0057348E"/>
    <w:p w14:paraId="056E5BDF" w14:textId="77777777" w:rsidR="006F0CA2" w:rsidRDefault="006F0CA2">
      <w:r>
        <w:br w:type="page"/>
      </w:r>
    </w:p>
    <w:p w14:paraId="0706FE42" w14:textId="77777777" w:rsidR="00005C8D" w:rsidRDefault="00005C8D" w:rsidP="006F0CA2">
      <w:pPr>
        <w:autoSpaceDE w:val="0"/>
        <w:autoSpaceDN w:val="0"/>
        <w:adjustRightInd w:val="0"/>
        <w:jc w:val="center"/>
        <w:rPr>
          <w:rFonts w:cs="Arial"/>
          <w:bCs/>
        </w:rPr>
      </w:pPr>
    </w:p>
    <w:p w14:paraId="0A27063A" w14:textId="79B3EFE4" w:rsidR="006F0CA2" w:rsidRPr="00730FA7" w:rsidRDefault="006F0CA2" w:rsidP="006F0CA2">
      <w:pPr>
        <w:autoSpaceDE w:val="0"/>
        <w:autoSpaceDN w:val="0"/>
        <w:adjustRightInd w:val="0"/>
        <w:jc w:val="center"/>
        <w:rPr>
          <w:rFonts w:cs="Arial"/>
          <w:bCs/>
        </w:rPr>
      </w:pPr>
      <w:r w:rsidRPr="0058030F">
        <w:rPr>
          <w:rFonts w:cs="Arial"/>
          <w:bCs/>
        </w:rPr>
        <w:t>HOME LINKS</w:t>
      </w:r>
    </w:p>
    <w:p w14:paraId="1626A73B" w14:textId="77777777" w:rsidR="006F0CA2" w:rsidRPr="00730FA7" w:rsidRDefault="006F0CA2" w:rsidP="006F0CA2">
      <w:pPr>
        <w:autoSpaceDE w:val="0"/>
        <w:autoSpaceDN w:val="0"/>
        <w:adjustRightInd w:val="0"/>
        <w:jc w:val="center"/>
        <w:rPr>
          <w:rFonts w:cs="Arial"/>
          <w:bCs/>
        </w:rPr>
      </w:pPr>
      <w:r w:rsidRPr="00730FA7">
        <w:rPr>
          <w:rFonts w:cs="Arial"/>
          <w:bCs/>
        </w:rPr>
        <w:t>HOMEBUYER SUBRECIPIENT</w:t>
      </w:r>
    </w:p>
    <w:p w14:paraId="63EA32D6" w14:textId="77777777" w:rsidR="006F0CA2" w:rsidRPr="00730FA7" w:rsidRDefault="006F0CA2" w:rsidP="006F0CA2">
      <w:pPr>
        <w:jc w:val="center"/>
        <w:rPr>
          <w:b/>
        </w:rPr>
      </w:pPr>
    </w:p>
    <w:p w14:paraId="2AAD229F" w14:textId="77777777" w:rsidR="006F0CA2" w:rsidRPr="00730FA7" w:rsidRDefault="006F0CA2" w:rsidP="006F0CA2">
      <w:pPr>
        <w:jc w:val="center"/>
        <w:rPr>
          <w:b/>
        </w:rPr>
      </w:pPr>
    </w:p>
    <w:p w14:paraId="4F15F04C" w14:textId="77777777" w:rsidR="006F0CA2" w:rsidRPr="00730FA7" w:rsidRDefault="006F0CA2" w:rsidP="006F0CA2"/>
    <w:p w14:paraId="3139D5AB" w14:textId="0B5D8252" w:rsidR="006F0CA2" w:rsidRDefault="001D2CD1" w:rsidP="006F0CA2">
      <w:hyperlink r:id="rId11" w:history="1">
        <w:r w:rsidR="004A4E18" w:rsidRPr="004A4E18">
          <w:rPr>
            <w:rFonts w:asciiTheme="minorHAnsi" w:eastAsiaTheme="minorHAnsi" w:hAnsiTheme="minorHAnsi" w:cstheme="minorBidi"/>
            <w:color w:val="4472C4" w:themeColor="accent1"/>
            <w:sz w:val="24"/>
            <w:szCs w:val="24"/>
            <w:u w:val="single"/>
          </w:rPr>
          <w:t>HOME Income Lim</w:t>
        </w:r>
        <w:r w:rsidR="004A4E18" w:rsidRPr="004A4E18">
          <w:rPr>
            <w:rFonts w:asciiTheme="minorHAnsi" w:eastAsiaTheme="minorHAnsi" w:hAnsiTheme="minorHAnsi" w:cstheme="minorBidi"/>
            <w:color w:val="4472C4" w:themeColor="accent1"/>
            <w:sz w:val="24"/>
            <w:szCs w:val="24"/>
            <w:u w:val="single"/>
          </w:rPr>
          <w:t>i</w:t>
        </w:r>
        <w:r w:rsidR="004A4E18" w:rsidRPr="004A4E18">
          <w:rPr>
            <w:rFonts w:asciiTheme="minorHAnsi" w:eastAsiaTheme="minorHAnsi" w:hAnsiTheme="minorHAnsi" w:cstheme="minorBidi"/>
            <w:color w:val="4472C4" w:themeColor="accent1"/>
            <w:sz w:val="24"/>
            <w:szCs w:val="24"/>
            <w:u w:val="single"/>
          </w:rPr>
          <w:t>ts-HUD Exchange</w:t>
        </w:r>
      </w:hyperlink>
    </w:p>
    <w:p w14:paraId="12C6CEAD" w14:textId="77777777" w:rsidR="006F0CA2" w:rsidRDefault="006F0CA2" w:rsidP="006F0CA2"/>
    <w:p w14:paraId="72FE5139" w14:textId="5FC5FAC3" w:rsidR="006F0CA2" w:rsidRPr="00730FA7" w:rsidRDefault="001D2CD1" w:rsidP="000619DD">
      <w:hyperlink r:id="rId12" w:history="1">
        <w:r w:rsidR="000619DD">
          <w:rPr>
            <w:rFonts w:asciiTheme="minorHAnsi" w:hAnsiTheme="minorHAnsi" w:cstheme="minorBidi"/>
            <w:color w:val="0000FF"/>
            <w:sz w:val="24"/>
            <w:szCs w:val="24"/>
            <w:u w:val="single"/>
          </w:rPr>
          <w:t xml:space="preserve">Unique </w:t>
        </w:r>
        <w:r w:rsidR="000619DD" w:rsidRPr="004B1F0D">
          <w:rPr>
            <w:color w:val="0000FF"/>
            <w:sz w:val="24"/>
            <w:szCs w:val="24"/>
            <w:u w:val="single"/>
          </w:rPr>
          <w:t>Entity</w:t>
        </w:r>
        <w:r w:rsidR="000619DD">
          <w:rPr>
            <w:rFonts w:asciiTheme="minorHAnsi" w:hAnsiTheme="minorHAnsi" w:cstheme="minorBidi"/>
            <w:color w:val="0000FF"/>
            <w:sz w:val="24"/>
            <w:szCs w:val="24"/>
            <w:u w:val="single"/>
          </w:rPr>
          <w:t xml:space="preserve"> ID</w:t>
        </w:r>
      </w:hyperlink>
      <w:r w:rsidR="000619DD" w:rsidRPr="00730FA7">
        <w:t xml:space="preserve"> </w:t>
      </w:r>
    </w:p>
    <w:p w14:paraId="217EF2E4" w14:textId="77777777" w:rsidR="006F0CA2" w:rsidRDefault="006F0CA2" w:rsidP="006F0CA2"/>
    <w:p w14:paraId="1E38DFFC" w14:textId="77777777" w:rsidR="006F0CA2" w:rsidRPr="00730FA7" w:rsidRDefault="006F0CA2" w:rsidP="006F0CA2"/>
    <w:p w14:paraId="1C431533" w14:textId="4B4D7A1C" w:rsidR="006F0CA2" w:rsidRPr="00730FA7" w:rsidRDefault="001D2CD1" w:rsidP="006F0CA2">
      <w:hyperlink r:id="rId13" w:history="1">
        <w:r w:rsidR="000D7162" w:rsidRPr="000D7162">
          <w:rPr>
            <w:rFonts w:asciiTheme="minorHAnsi" w:eastAsiaTheme="minorHAnsi" w:hAnsiTheme="minorHAnsi" w:cstheme="minorBidi"/>
            <w:color w:val="0563C1" w:themeColor="hyperlink"/>
            <w:sz w:val="24"/>
            <w:szCs w:val="24"/>
            <w:u w:val="single"/>
          </w:rPr>
          <w:t>DNR Asbestos Information</w:t>
        </w:r>
      </w:hyperlink>
      <w:r w:rsidR="000D7162" w:rsidRPr="00730FA7">
        <w:t xml:space="preserve"> </w:t>
      </w:r>
    </w:p>
    <w:p w14:paraId="549110FB" w14:textId="77777777" w:rsidR="006F0CA2" w:rsidRPr="00730FA7" w:rsidRDefault="006F0CA2" w:rsidP="006F0CA2"/>
    <w:p w14:paraId="5C4543A6" w14:textId="77777777" w:rsidR="006F0CA2" w:rsidRPr="00730FA7" w:rsidRDefault="006F0CA2" w:rsidP="006F0CA2"/>
    <w:p w14:paraId="008C3599" w14:textId="4B6DA843" w:rsidR="006F0CA2" w:rsidRPr="00730FA7" w:rsidRDefault="001D2CD1" w:rsidP="006F0CA2">
      <w:hyperlink r:id="rId14" w:history="1">
        <w:r w:rsidR="009C7E3A" w:rsidRPr="009C7E3A">
          <w:rPr>
            <w:rFonts w:asciiTheme="minorHAnsi" w:eastAsiaTheme="minorHAnsi" w:hAnsiTheme="minorHAnsi" w:cstheme="minorBidi"/>
            <w:color w:val="0563C1" w:themeColor="hyperlink"/>
            <w:sz w:val="24"/>
            <w:szCs w:val="24"/>
            <w:u w:val="single"/>
          </w:rPr>
          <w:t>FEMA Flood Map Service Center</w:t>
        </w:r>
      </w:hyperlink>
      <w:r w:rsidR="009C7E3A" w:rsidRPr="00730FA7">
        <w:t xml:space="preserve"> </w:t>
      </w:r>
    </w:p>
    <w:p w14:paraId="1DF0D8FE" w14:textId="77777777" w:rsidR="006F0CA2" w:rsidRPr="00730FA7" w:rsidRDefault="006F0CA2" w:rsidP="006F0CA2"/>
    <w:p w14:paraId="3BC15AC5" w14:textId="77777777" w:rsidR="006F0CA2" w:rsidRPr="00730FA7" w:rsidRDefault="006F0CA2" w:rsidP="006F0CA2"/>
    <w:p w14:paraId="2B822894" w14:textId="520DA8A9" w:rsidR="006F0CA2" w:rsidRPr="00730FA7" w:rsidRDefault="001D2CD1" w:rsidP="006F0CA2">
      <w:hyperlink r:id="rId15" w:anchor="gsc.tab=0&amp;gsc.q=lead%20poisoning&amp;gsc.page=1" w:history="1">
        <w:r w:rsidR="005119A0">
          <w:rPr>
            <w:color w:val="0000FF"/>
            <w:u w:val="single"/>
          </w:rPr>
          <w:t>Lead Poison</w:t>
        </w:r>
        <w:r w:rsidR="005119A0">
          <w:rPr>
            <w:color w:val="0000FF"/>
            <w:u w:val="single"/>
          </w:rPr>
          <w:t>i</w:t>
        </w:r>
        <w:r w:rsidR="005119A0">
          <w:rPr>
            <w:color w:val="0000FF"/>
            <w:u w:val="single"/>
          </w:rPr>
          <w:t>ng Prevention-Frequently Asked Questions</w:t>
        </w:r>
      </w:hyperlink>
      <w:r w:rsidR="005119A0" w:rsidRPr="00730FA7">
        <w:t xml:space="preserve"> </w:t>
      </w:r>
    </w:p>
    <w:p w14:paraId="3B5B8364" w14:textId="77777777" w:rsidR="006F0CA2" w:rsidRDefault="006F0CA2" w:rsidP="006F0CA2"/>
    <w:p w14:paraId="40CC7410" w14:textId="77777777" w:rsidR="006F0CA2" w:rsidRDefault="006F0CA2" w:rsidP="006F0CA2"/>
    <w:p w14:paraId="037E8E24" w14:textId="77777777" w:rsidR="007753B5" w:rsidRPr="00633A6D" w:rsidRDefault="001D2CD1" w:rsidP="006F0CA2">
      <w:pPr>
        <w:rPr>
          <w:rFonts w:eastAsiaTheme="minorHAnsi" w:cs="Arial"/>
          <w:color w:val="0563C1" w:themeColor="hyperlink"/>
          <w:u w:val="single"/>
        </w:rPr>
      </w:pPr>
      <w:hyperlink r:id="rId16" w:history="1">
        <w:r w:rsidR="0010401A" w:rsidRPr="00633A6D">
          <w:rPr>
            <w:rFonts w:eastAsiaTheme="minorHAnsi" w:cs="Arial"/>
            <w:color w:val="0563C1" w:themeColor="hyperlink"/>
            <w:u w:val="single"/>
          </w:rPr>
          <w:t>Radon</w:t>
        </w:r>
      </w:hyperlink>
    </w:p>
    <w:p w14:paraId="3DF177D7" w14:textId="77777777" w:rsidR="007753B5" w:rsidRDefault="007753B5" w:rsidP="006F0CA2">
      <w:pPr>
        <w:rPr>
          <w:rFonts w:eastAsiaTheme="minorHAnsi" w:cs="Arial"/>
          <w:color w:val="0563C1" w:themeColor="hyperlink"/>
          <w:u w:val="single"/>
        </w:rPr>
      </w:pPr>
    </w:p>
    <w:p w14:paraId="39531AB5" w14:textId="77777777" w:rsidR="00633A6D" w:rsidRPr="00633A6D" w:rsidRDefault="00633A6D" w:rsidP="006F0CA2">
      <w:pPr>
        <w:rPr>
          <w:rFonts w:eastAsiaTheme="minorHAnsi" w:cs="Arial"/>
          <w:color w:val="0563C1" w:themeColor="hyperlink"/>
          <w:u w:val="single"/>
        </w:rPr>
      </w:pPr>
    </w:p>
    <w:p w14:paraId="7D52C82A" w14:textId="70D36CC3" w:rsidR="006F0CA2" w:rsidRPr="00633A6D" w:rsidRDefault="001D2CD1" w:rsidP="006F0CA2">
      <w:pPr>
        <w:rPr>
          <w:rFonts w:eastAsiaTheme="minorHAnsi" w:cs="Arial"/>
          <w:color w:val="0563C1" w:themeColor="hyperlink"/>
          <w:u w:val="single"/>
        </w:rPr>
      </w:pPr>
      <w:hyperlink r:id="rId17" w:history="1">
        <w:r w:rsidR="007753B5" w:rsidRPr="00633A6D">
          <w:rPr>
            <w:rFonts w:eastAsiaTheme="minorHAnsi" w:cs="Arial"/>
            <w:color w:val="0563C1" w:themeColor="hyperlink"/>
            <w:u w:val="single"/>
          </w:rPr>
          <w:t>Section 3 Resources</w:t>
        </w:r>
      </w:hyperlink>
    </w:p>
    <w:p w14:paraId="10B967BE" w14:textId="77777777" w:rsidR="00633A6D" w:rsidRDefault="00633A6D" w:rsidP="006F0CA2">
      <w:pPr>
        <w:rPr>
          <w:rFonts w:asciiTheme="minorHAnsi" w:eastAsiaTheme="minorHAnsi" w:hAnsiTheme="minorHAnsi" w:cstheme="minorBidi"/>
          <w:color w:val="0563C1" w:themeColor="hyperlink"/>
          <w:sz w:val="24"/>
          <w:szCs w:val="24"/>
          <w:u w:val="single"/>
        </w:rPr>
      </w:pPr>
    </w:p>
    <w:p w14:paraId="5CA54B33" w14:textId="77777777" w:rsidR="00633A6D" w:rsidRDefault="00633A6D" w:rsidP="006F0CA2">
      <w:pPr>
        <w:rPr>
          <w:rFonts w:asciiTheme="minorHAnsi" w:eastAsiaTheme="minorHAnsi" w:hAnsiTheme="minorHAnsi" w:cstheme="minorBidi"/>
          <w:color w:val="0563C1" w:themeColor="hyperlink"/>
          <w:sz w:val="24"/>
          <w:szCs w:val="24"/>
          <w:u w:val="single"/>
        </w:rPr>
      </w:pPr>
    </w:p>
    <w:p w14:paraId="747B75AA" w14:textId="3F5DF4AB" w:rsidR="00633A6D" w:rsidRDefault="001D2CD1" w:rsidP="006F0CA2">
      <w:pPr>
        <w:rPr>
          <w:color w:val="0000FF"/>
          <w:u w:val="single"/>
        </w:rPr>
      </w:pPr>
      <w:hyperlink r:id="rId18" w:history="1">
        <w:r w:rsidR="00633A6D" w:rsidRPr="00C47607">
          <w:rPr>
            <w:color w:val="0000FF"/>
            <w:u w:val="single"/>
          </w:rPr>
          <w:t>Build America, Buy America (BABA) | US EPA</w:t>
        </w:r>
      </w:hyperlink>
    </w:p>
    <w:p w14:paraId="08BFB009" w14:textId="77777777" w:rsidR="001845B7" w:rsidRDefault="001845B7" w:rsidP="006F0CA2">
      <w:pPr>
        <w:rPr>
          <w:color w:val="0000FF"/>
          <w:u w:val="single"/>
        </w:rPr>
      </w:pPr>
    </w:p>
    <w:p w14:paraId="3B14FF2F" w14:textId="77777777" w:rsidR="001845B7" w:rsidRDefault="001845B7" w:rsidP="006F0CA2">
      <w:pPr>
        <w:rPr>
          <w:color w:val="0000FF"/>
          <w:u w:val="single"/>
        </w:rPr>
      </w:pPr>
    </w:p>
    <w:p w14:paraId="0B00C22C" w14:textId="3725D5DF" w:rsidR="001845B7" w:rsidRDefault="001D2CD1" w:rsidP="006F0CA2">
      <w:pPr>
        <w:rPr>
          <w:color w:val="0000FF"/>
          <w:u w:val="single"/>
        </w:rPr>
      </w:pPr>
      <w:hyperlink r:id="rId19" w:history="1">
        <w:r w:rsidR="001845B7">
          <w:rPr>
            <w:color w:val="0000FF"/>
            <w:u w:val="single"/>
          </w:rPr>
          <w:t>HUD NSPIRE Factsheet</w:t>
        </w:r>
      </w:hyperlink>
    </w:p>
    <w:p w14:paraId="54F43E67" w14:textId="77777777" w:rsidR="001845B7" w:rsidRDefault="001845B7" w:rsidP="006F0CA2">
      <w:pPr>
        <w:rPr>
          <w:color w:val="0000FF"/>
          <w:u w:val="single"/>
        </w:rPr>
      </w:pPr>
    </w:p>
    <w:p w14:paraId="6D53B8F1" w14:textId="77777777" w:rsidR="001845B7" w:rsidRDefault="001845B7" w:rsidP="006F0CA2">
      <w:pPr>
        <w:rPr>
          <w:color w:val="0000FF"/>
          <w:u w:val="single"/>
        </w:rPr>
      </w:pPr>
    </w:p>
    <w:p w14:paraId="31255E6B" w14:textId="5F2E7474" w:rsidR="001845B7" w:rsidRDefault="001D2CD1" w:rsidP="006F0CA2">
      <w:hyperlink r:id="rId20" w:history="1">
        <w:r w:rsidR="00005C8D">
          <w:rPr>
            <w:color w:val="0000FF"/>
            <w:u w:val="single"/>
          </w:rPr>
          <w:t xml:space="preserve">HOTMA Resources </w:t>
        </w:r>
      </w:hyperlink>
    </w:p>
    <w:p w14:paraId="6E5FF232" w14:textId="77777777" w:rsidR="006559F3" w:rsidRPr="0057348E" w:rsidRDefault="006559F3" w:rsidP="0057348E"/>
    <w:sectPr w:rsidR="006559F3" w:rsidRPr="0057348E" w:rsidSect="007C258F">
      <w:headerReference w:type="default" r:id="rId21"/>
      <w:footerReference w:type="default" r:id="rId22"/>
      <w:pgSz w:w="12240" w:h="15840"/>
      <w:pgMar w:top="1440" w:right="1152" w:bottom="122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9E791" w14:textId="77777777" w:rsidR="00817E52" w:rsidRDefault="00817E52" w:rsidP="00222545">
      <w:r>
        <w:separator/>
      </w:r>
    </w:p>
  </w:endnote>
  <w:endnote w:type="continuationSeparator" w:id="0">
    <w:p w14:paraId="1CF04DDE" w14:textId="77777777" w:rsidR="00817E52" w:rsidRDefault="00817E52" w:rsidP="0022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92145" w14:textId="3186CBD7" w:rsidR="00AF2820" w:rsidRPr="00AF2820" w:rsidRDefault="00AF2820" w:rsidP="00AF2820">
    <w:pPr>
      <w:rPr>
        <w:b/>
        <w:bCs/>
      </w:rPr>
    </w:pPr>
    <w:r w:rsidRPr="00AF2820">
      <w:rPr>
        <w:b/>
        <w:bCs/>
      </w:rPr>
      <w:t>202</w:t>
    </w:r>
    <w:r w:rsidR="00564A35">
      <w:rPr>
        <w:b/>
        <w:bCs/>
      </w:rPr>
      <w:t>4</w:t>
    </w:r>
    <w:r w:rsidRPr="00AF2820">
      <w:rPr>
        <w:b/>
        <w:bCs/>
      </w:rPr>
      <w:t xml:space="preserve"> HOME Round</w:t>
    </w:r>
  </w:p>
  <w:p w14:paraId="275AABCF" w14:textId="77777777" w:rsidR="00CC1D75" w:rsidRDefault="00CC1D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E8484" w14:textId="77777777" w:rsidR="00817E52" w:rsidRDefault="00817E52" w:rsidP="00222545">
      <w:r>
        <w:separator/>
      </w:r>
    </w:p>
  </w:footnote>
  <w:footnote w:type="continuationSeparator" w:id="0">
    <w:p w14:paraId="78DD4596" w14:textId="77777777" w:rsidR="00817E52" w:rsidRDefault="00817E52" w:rsidP="00222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C5CE" w14:textId="77777777" w:rsidR="00222545" w:rsidRDefault="00D744DE" w:rsidP="007C258F">
    <w:pPr>
      <w:pStyle w:val="Header"/>
      <w:tabs>
        <w:tab w:val="clear" w:pos="4680"/>
        <w:tab w:val="clear" w:pos="9360"/>
        <w:tab w:val="left" w:pos="4000"/>
      </w:tabs>
    </w:pPr>
    <w:r>
      <w:rPr>
        <w:noProof/>
      </w:rPr>
      <w:drawing>
        <wp:anchor distT="0" distB="0" distL="114300" distR="114300" simplePos="0" relativeHeight="251658240" behindDoc="1" locked="0" layoutInCell="1" allowOverlap="1" wp14:anchorId="4E52492A" wp14:editId="45CDB9AF">
          <wp:simplePos x="0" y="0"/>
          <wp:positionH relativeFrom="column">
            <wp:posOffset>-732790</wp:posOffset>
          </wp:positionH>
          <wp:positionV relativeFrom="paragraph">
            <wp:posOffset>-457200</wp:posOffset>
          </wp:positionV>
          <wp:extent cx="7772400" cy="10058124"/>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a_webdoc_template1_portrait.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124"/>
                  </a:xfrm>
                  <a:prstGeom prst="rect">
                    <a:avLst/>
                  </a:prstGeom>
                </pic:spPr>
              </pic:pic>
            </a:graphicData>
          </a:graphic>
          <wp14:sizeRelH relativeFrom="page">
            <wp14:pctWidth>0</wp14:pctWidth>
          </wp14:sizeRelH>
          <wp14:sizeRelV relativeFrom="page">
            <wp14:pctHeight>0</wp14:pctHeight>
          </wp14:sizeRelV>
        </wp:anchor>
      </w:drawing>
    </w:r>
    <w:r w:rsidR="007C258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5B47"/>
    <w:multiLevelType w:val="hybridMultilevel"/>
    <w:tmpl w:val="67D4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76D50"/>
    <w:multiLevelType w:val="singleLevel"/>
    <w:tmpl w:val="0409000B"/>
    <w:lvl w:ilvl="0">
      <w:start w:val="1"/>
      <w:numFmt w:val="bullet"/>
      <w:lvlText w:val=""/>
      <w:lvlJc w:val="left"/>
      <w:pPr>
        <w:ind w:left="720" w:hanging="360"/>
      </w:pPr>
      <w:rPr>
        <w:rFonts w:ascii="Wingdings" w:hAnsi="Wingdings" w:hint="default"/>
      </w:rPr>
    </w:lvl>
  </w:abstractNum>
  <w:abstractNum w:abstractNumId="2" w15:restartNumberingAfterBreak="0">
    <w:nsid w:val="087068F6"/>
    <w:multiLevelType w:val="hybridMultilevel"/>
    <w:tmpl w:val="A21A69AE"/>
    <w:lvl w:ilvl="0" w:tplc="9318A5F2">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C567470"/>
    <w:multiLevelType w:val="hybridMultilevel"/>
    <w:tmpl w:val="EB34E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40F9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17D1F43"/>
    <w:multiLevelType w:val="hybridMultilevel"/>
    <w:tmpl w:val="037C0D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503C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C8E27B8"/>
    <w:multiLevelType w:val="hybridMultilevel"/>
    <w:tmpl w:val="136C8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4261A7"/>
    <w:multiLevelType w:val="hybridMultilevel"/>
    <w:tmpl w:val="1AC6A0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4B547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A520AFF"/>
    <w:multiLevelType w:val="singleLevel"/>
    <w:tmpl w:val="0409000B"/>
    <w:lvl w:ilvl="0">
      <w:start w:val="1"/>
      <w:numFmt w:val="bullet"/>
      <w:lvlText w:val=""/>
      <w:lvlJc w:val="left"/>
      <w:pPr>
        <w:ind w:left="720" w:hanging="360"/>
      </w:pPr>
      <w:rPr>
        <w:rFonts w:ascii="Wingdings" w:hAnsi="Wingdings" w:hint="default"/>
      </w:rPr>
    </w:lvl>
  </w:abstractNum>
  <w:abstractNum w:abstractNumId="11" w15:restartNumberingAfterBreak="0">
    <w:nsid w:val="3BE91EA4"/>
    <w:multiLevelType w:val="singleLevel"/>
    <w:tmpl w:val="0409000B"/>
    <w:lvl w:ilvl="0">
      <w:start w:val="1"/>
      <w:numFmt w:val="bullet"/>
      <w:lvlText w:val=""/>
      <w:lvlJc w:val="left"/>
      <w:pPr>
        <w:ind w:left="720" w:hanging="360"/>
      </w:pPr>
      <w:rPr>
        <w:rFonts w:ascii="Wingdings" w:hAnsi="Wingdings" w:hint="default"/>
      </w:rPr>
    </w:lvl>
  </w:abstractNum>
  <w:abstractNum w:abstractNumId="12" w15:restartNumberingAfterBreak="0">
    <w:nsid w:val="4E670EF7"/>
    <w:multiLevelType w:val="hybridMultilevel"/>
    <w:tmpl w:val="0CEE8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374098"/>
    <w:multiLevelType w:val="hybridMultilevel"/>
    <w:tmpl w:val="A9EE9B3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04D9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571A431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A8276AD"/>
    <w:multiLevelType w:val="hybridMultilevel"/>
    <w:tmpl w:val="197C2C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62B3E3C"/>
    <w:multiLevelType w:val="hybridMultilevel"/>
    <w:tmpl w:val="08AAA3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A90A8B"/>
    <w:multiLevelType w:val="hybridMultilevel"/>
    <w:tmpl w:val="C79410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8573E1"/>
    <w:multiLevelType w:val="hybridMultilevel"/>
    <w:tmpl w:val="7EA869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3E67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D4F3B32"/>
    <w:multiLevelType w:val="hybridMultilevel"/>
    <w:tmpl w:val="71C27C4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EB9718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0C33535"/>
    <w:multiLevelType w:val="hybridMultilevel"/>
    <w:tmpl w:val="04B29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3106B7"/>
    <w:multiLevelType w:val="hybridMultilevel"/>
    <w:tmpl w:val="96BE5F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1676E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7FE972C7"/>
    <w:multiLevelType w:val="singleLevel"/>
    <w:tmpl w:val="0409000B"/>
    <w:lvl w:ilvl="0">
      <w:start w:val="1"/>
      <w:numFmt w:val="bullet"/>
      <w:lvlText w:val=""/>
      <w:lvlJc w:val="left"/>
      <w:pPr>
        <w:tabs>
          <w:tab w:val="num" w:pos="360"/>
        </w:tabs>
        <w:ind w:left="360" w:hanging="360"/>
      </w:pPr>
      <w:rPr>
        <w:rFonts w:ascii="Wingdings" w:hAnsi="Wingdings" w:hint="default"/>
      </w:rPr>
    </w:lvl>
  </w:abstractNum>
  <w:num w:numId="1" w16cid:durableId="1389105247">
    <w:abstractNumId w:val="4"/>
  </w:num>
  <w:num w:numId="2" w16cid:durableId="4940936">
    <w:abstractNumId w:val="25"/>
  </w:num>
  <w:num w:numId="3" w16cid:durableId="1856573912">
    <w:abstractNumId w:val="14"/>
  </w:num>
  <w:num w:numId="4" w16cid:durableId="1732729540">
    <w:abstractNumId w:val="22"/>
  </w:num>
  <w:num w:numId="5" w16cid:durableId="1064640606">
    <w:abstractNumId w:val="10"/>
  </w:num>
  <w:num w:numId="6" w16cid:durableId="940528985">
    <w:abstractNumId w:val="7"/>
  </w:num>
  <w:num w:numId="7" w16cid:durableId="517621599">
    <w:abstractNumId w:val="0"/>
  </w:num>
  <w:num w:numId="8" w16cid:durableId="1984579739">
    <w:abstractNumId w:val="19"/>
  </w:num>
  <w:num w:numId="9" w16cid:durableId="1279678166">
    <w:abstractNumId w:val="8"/>
  </w:num>
  <w:num w:numId="10" w16cid:durableId="801730538">
    <w:abstractNumId w:val="16"/>
  </w:num>
  <w:num w:numId="11" w16cid:durableId="1809586469">
    <w:abstractNumId w:val="3"/>
  </w:num>
  <w:num w:numId="12" w16cid:durableId="2144501695">
    <w:abstractNumId w:val="5"/>
  </w:num>
  <w:num w:numId="13" w16cid:durableId="1200240090">
    <w:abstractNumId w:val="23"/>
  </w:num>
  <w:num w:numId="14" w16cid:durableId="763112549">
    <w:abstractNumId w:val="15"/>
  </w:num>
  <w:num w:numId="15" w16cid:durableId="371268988">
    <w:abstractNumId w:val="1"/>
  </w:num>
  <w:num w:numId="16" w16cid:durableId="405342093">
    <w:abstractNumId w:val="20"/>
  </w:num>
  <w:num w:numId="17" w16cid:durableId="343047237">
    <w:abstractNumId w:val="6"/>
  </w:num>
  <w:num w:numId="18" w16cid:durableId="1445731793">
    <w:abstractNumId w:val="9"/>
  </w:num>
  <w:num w:numId="19" w16cid:durableId="222176539">
    <w:abstractNumId w:val="26"/>
  </w:num>
  <w:num w:numId="20" w16cid:durableId="870070120">
    <w:abstractNumId w:val="17"/>
  </w:num>
  <w:num w:numId="21" w16cid:durableId="577325437">
    <w:abstractNumId w:val="13"/>
  </w:num>
  <w:num w:numId="22" w16cid:durableId="244537747">
    <w:abstractNumId w:val="18"/>
  </w:num>
  <w:num w:numId="23" w16cid:durableId="1721591702">
    <w:abstractNumId w:val="12"/>
  </w:num>
  <w:num w:numId="24" w16cid:durableId="1899782005">
    <w:abstractNumId w:val="24"/>
  </w:num>
  <w:num w:numId="25" w16cid:durableId="1700006718">
    <w:abstractNumId w:val="11"/>
  </w:num>
  <w:num w:numId="26" w16cid:durableId="737285507">
    <w:abstractNumId w:val="2"/>
  </w:num>
  <w:num w:numId="27" w16cid:durableId="63591807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enforcement="1" w:cryptProviderType="rsaAES" w:cryptAlgorithmClass="hash" w:cryptAlgorithmType="typeAny" w:cryptAlgorithmSid="14" w:cryptSpinCount="100000" w:hash="2eDVJfSgzTQ1n6iinwsMNwZqMsKrqlr49cLA3KM8KRiIicPxhKphH55N0zS6tWhlQSZ/4GG6OchaF8GifpUnlw==" w:salt="v7iOstKpxndPIVuCesnCFw=="/>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D75"/>
    <w:rsid w:val="00005C8D"/>
    <w:rsid w:val="000149BC"/>
    <w:rsid w:val="000619DD"/>
    <w:rsid w:val="000970B6"/>
    <w:rsid w:val="000D7162"/>
    <w:rsid w:val="0010401A"/>
    <w:rsid w:val="00176488"/>
    <w:rsid w:val="00182802"/>
    <w:rsid w:val="001845B7"/>
    <w:rsid w:val="00194725"/>
    <w:rsid w:val="001B4359"/>
    <w:rsid w:val="001D2CD1"/>
    <w:rsid w:val="001E128E"/>
    <w:rsid w:val="00222545"/>
    <w:rsid w:val="00223A7E"/>
    <w:rsid w:val="00294507"/>
    <w:rsid w:val="00317226"/>
    <w:rsid w:val="00342F51"/>
    <w:rsid w:val="0037006B"/>
    <w:rsid w:val="003D5A1D"/>
    <w:rsid w:val="004A4E18"/>
    <w:rsid w:val="004A7274"/>
    <w:rsid w:val="004F3E8B"/>
    <w:rsid w:val="005119A0"/>
    <w:rsid w:val="0052204C"/>
    <w:rsid w:val="00564A35"/>
    <w:rsid w:val="0057348E"/>
    <w:rsid w:val="00633A6D"/>
    <w:rsid w:val="006559F3"/>
    <w:rsid w:val="00672284"/>
    <w:rsid w:val="006744AA"/>
    <w:rsid w:val="006C7DC1"/>
    <w:rsid w:val="006F0CA2"/>
    <w:rsid w:val="00717AEB"/>
    <w:rsid w:val="00742202"/>
    <w:rsid w:val="00744BD8"/>
    <w:rsid w:val="00750AE5"/>
    <w:rsid w:val="00773F53"/>
    <w:rsid w:val="007753B5"/>
    <w:rsid w:val="007B2A46"/>
    <w:rsid w:val="007C258F"/>
    <w:rsid w:val="00817E52"/>
    <w:rsid w:val="008258FC"/>
    <w:rsid w:val="00837E22"/>
    <w:rsid w:val="008E5523"/>
    <w:rsid w:val="00926CC7"/>
    <w:rsid w:val="009804D8"/>
    <w:rsid w:val="00994692"/>
    <w:rsid w:val="009B341C"/>
    <w:rsid w:val="009C7E3A"/>
    <w:rsid w:val="009D0009"/>
    <w:rsid w:val="00A10C58"/>
    <w:rsid w:val="00A169B6"/>
    <w:rsid w:val="00A76BF8"/>
    <w:rsid w:val="00A919F3"/>
    <w:rsid w:val="00AA1418"/>
    <w:rsid w:val="00AF2820"/>
    <w:rsid w:val="00B05F9C"/>
    <w:rsid w:val="00C45B6A"/>
    <w:rsid w:val="00CC1D75"/>
    <w:rsid w:val="00CD6918"/>
    <w:rsid w:val="00CE1634"/>
    <w:rsid w:val="00D00595"/>
    <w:rsid w:val="00D021BF"/>
    <w:rsid w:val="00D744DE"/>
    <w:rsid w:val="00DB0B0E"/>
    <w:rsid w:val="00E10E8D"/>
    <w:rsid w:val="00E24FC9"/>
    <w:rsid w:val="00E50C49"/>
    <w:rsid w:val="00E51221"/>
    <w:rsid w:val="00E67744"/>
    <w:rsid w:val="00E90914"/>
    <w:rsid w:val="00E96A92"/>
    <w:rsid w:val="00EB56EC"/>
    <w:rsid w:val="00EC217A"/>
    <w:rsid w:val="00F00A80"/>
    <w:rsid w:val="00F82995"/>
    <w:rsid w:val="00F909B7"/>
    <w:rsid w:val="00FA0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098C2"/>
  <w14:defaultImageDpi w14:val="32767"/>
  <w15:docId w15:val="{0EAABDFD-79A3-4471-8AC3-F2D448D57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725"/>
    <w:rPr>
      <w:rFonts w:ascii="Arial" w:eastAsia="Times New Roman" w:hAnsi="Arial" w:cs="Times New Roman"/>
      <w:sz w:val="22"/>
      <w:szCs w:val="22"/>
    </w:rPr>
  </w:style>
  <w:style w:type="paragraph" w:styleId="Heading2">
    <w:name w:val="heading 2"/>
    <w:basedOn w:val="Normal"/>
    <w:next w:val="Normal"/>
    <w:link w:val="Heading2Char"/>
    <w:qFormat/>
    <w:rsid w:val="00837E22"/>
    <w:pPr>
      <w:keepNext/>
      <w:widowControl w:val="0"/>
      <w:spacing w:before="240" w:after="60"/>
      <w:outlineLvl w:val="1"/>
    </w:pPr>
    <w:rPr>
      <w:b/>
      <w:i/>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545"/>
    <w:pPr>
      <w:tabs>
        <w:tab w:val="center" w:pos="4680"/>
        <w:tab w:val="right" w:pos="9360"/>
      </w:tabs>
    </w:pPr>
  </w:style>
  <w:style w:type="character" w:customStyle="1" w:styleId="HeaderChar">
    <w:name w:val="Header Char"/>
    <w:basedOn w:val="DefaultParagraphFont"/>
    <w:link w:val="Header"/>
    <w:uiPriority w:val="99"/>
    <w:rsid w:val="00222545"/>
  </w:style>
  <w:style w:type="paragraph" w:styleId="Footer">
    <w:name w:val="footer"/>
    <w:basedOn w:val="Normal"/>
    <w:link w:val="FooterChar"/>
    <w:uiPriority w:val="99"/>
    <w:unhideWhenUsed/>
    <w:rsid w:val="00222545"/>
    <w:pPr>
      <w:tabs>
        <w:tab w:val="center" w:pos="4680"/>
        <w:tab w:val="right" w:pos="9360"/>
      </w:tabs>
    </w:pPr>
  </w:style>
  <w:style w:type="character" w:customStyle="1" w:styleId="FooterChar">
    <w:name w:val="Footer Char"/>
    <w:basedOn w:val="DefaultParagraphFont"/>
    <w:link w:val="Footer"/>
    <w:uiPriority w:val="99"/>
    <w:rsid w:val="00222545"/>
  </w:style>
  <w:style w:type="paragraph" w:customStyle="1" w:styleId="IFAHeader1">
    <w:name w:val="IFA Header 1"/>
    <w:basedOn w:val="Normal"/>
    <w:link w:val="IFAHeader1Char"/>
    <w:qFormat/>
    <w:rsid w:val="006559F3"/>
    <w:rPr>
      <w:rFonts w:cs="Arial"/>
      <w:b/>
      <w:color w:val="737B4C"/>
      <w:sz w:val="32"/>
      <w:szCs w:val="32"/>
    </w:rPr>
  </w:style>
  <w:style w:type="paragraph" w:customStyle="1" w:styleId="IFAHeader2">
    <w:name w:val="IFA Header 2"/>
    <w:basedOn w:val="IFAHeader1"/>
    <w:link w:val="IFAHeader2Char"/>
    <w:qFormat/>
    <w:rsid w:val="006559F3"/>
    <w:rPr>
      <w:sz w:val="28"/>
      <w:szCs w:val="28"/>
    </w:rPr>
  </w:style>
  <w:style w:type="character" w:customStyle="1" w:styleId="IFAHeader1Char">
    <w:name w:val="IFA Header 1 Char"/>
    <w:basedOn w:val="DefaultParagraphFont"/>
    <w:link w:val="IFAHeader1"/>
    <w:rsid w:val="006559F3"/>
    <w:rPr>
      <w:rFonts w:ascii="Arial" w:hAnsi="Arial" w:cs="Arial"/>
      <w:b/>
      <w:color w:val="737B4C"/>
      <w:sz w:val="32"/>
      <w:szCs w:val="32"/>
    </w:rPr>
  </w:style>
  <w:style w:type="paragraph" w:customStyle="1" w:styleId="IFAHeader3">
    <w:name w:val="IFA Header 3"/>
    <w:basedOn w:val="IFAHeader2"/>
    <w:link w:val="IFAHeader3Char"/>
    <w:qFormat/>
    <w:rsid w:val="006559F3"/>
    <w:rPr>
      <w:sz w:val="24"/>
      <w:szCs w:val="24"/>
    </w:rPr>
  </w:style>
  <w:style w:type="character" w:customStyle="1" w:styleId="IFAHeader2Char">
    <w:name w:val="IFA Header 2 Char"/>
    <w:basedOn w:val="IFAHeader1Char"/>
    <w:link w:val="IFAHeader2"/>
    <w:rsid w:val="006559F3"/>
    <w:rPr>
      <w:rFonts w:ascii="Arial" w:hAnsi="Arial" w:cs="Arial"/>
      <w:b/>
      <w:color w:val="737B4C"/>
      <w:sz w:val="28"/>
      <w:szCs w:val="28"/>
    </w:rPr>
  </w:style>
  <w:style w:type="paragraph" w:customStyle="1" w:styleId="IFAHeader4">
    <w:name w:val="IFA Header 4"/>
    <w:basedOn w:val="IFAHeader3"/>
    <w:link w:val="IFAHeader4Char"/>
    <w:qFormat/>
    <w:rsid w:val="006559F3"/>
    <w:rPr>
      <w:i/>
    </w:rPr>
  </w:style>
  <w:style w:type="character" w:customStyle="1" w:styleId="IFAHeader3Char">
    <w:name w:val="IFA Header 3 Char"/>
    <w:basedOn w:val="IFAHeader2Char"/>
    <w:link w:val="IFAHeader3"/>
    <w:rsid w:val="006559F3"/>
    <w:rPr>
      <w:rFonts w:ascii="Arial" w:hAnsi="Arial" w:cs="Arial"/>
      <w:b/>
      <w:color w:val="737B4C"/>
      <w:sz w:val="28"/>
      <w:szCs w:val="28"/>
    </w:rPr>
  </w:style>
  <w:style w:type="paragraph" w:customStyle="1" w:styleId="IFANormal">
    <w:name w:val="IFA Normal"/>
    <w:basedOn w:val="IFAHeader4"/>
    <w:link w:val="IFANormalChar"/>
    <w:qFormat/>
    <w:rsid w:val="006559F3"/>
    <w:rPr>
      <w:b w:val="0"/>
      <w:i w:val="0"/>
      <w:color w:val="auto"/>
      <w:sz w:val="22"/>
      <w:szCs w:val="22"/>
    </w:rPr>
  </w:style>
  <w:style w:type="character" w:customStyle="1" w:styleId="IFAHeader4Char">
    <w:name w:val="IFA Header 4 Char"/>
    <w:basedOn w:val="IFAHeader3Char"/>
    <w:link w:val="IFAHeader4"/>
    <w:rsid w:val="006559F3"/>
    <w:rPr>
      <w:rFonts w:ascii="Arial" w:hAnsi="Arial" w:cs="Arial"/>
      <w:b/>
      <w:i/>
      <w:color w:val="737B4C"/>
      <w:sz w:val="28"/>
      <w:szCs w:val="28"/>
    </w:rPr>
  </w:style>
  <w:style w:type="character" w:customStyle="1" w:styleId="IFANormalChar">
    <w:name w:val="IFA Normal Char"/>
    <w:basedOn w:val="IFAHeader4Char"/>
    <w:link w:val="IFANormal"/>
    <w:rsid w:val="006559F3"/>
    <w:rPr>
      <w:rFonts w:ascii="Arial" w:hAnsi="Arial" w:cs="Arial"/>
      <w:b w:val="0"/>
      <w:i w:val="0"/>
      <w:color w:val="737B4C"/>
      <w:sz w:val="22"/>
      <w:szCs w:val="22"/>
    </w:rPr>
  </w:style>
  <w:style w:type="character" w:styleId="Hyperlink">
    <w:name w:val="Hyperlink"/>
    <w:uiPriority w:val="99"/>
    <w:unhideWhenUsed/>
    <w:rsid w:val="00194725"/>
    <w:rPr>
      <w:color w:val="0000FF"/>
      <w:u w:val="single"/>
    </w:rPr>
  </w:style>
  <w:style w:type="paragraph" w:styleId="ListParagraph">
    <w:name w:val="List Paragraph"/>
    <w:basedOn w:val="Normal"/>
    <w:uiPriority w:val="34"/>
    <w:qFormat/>
    <w:rsid w:val="00194725"/>
    <w:pPr>
      <w:ind w:left="720"/>
      <w:contextualSpacing/>
    </w:pPr>
  </w:style>
  <w:style w:type="table" w:styleId="TableGrid">
    <w:name w:val="Table Grid"/>
    <w:basedOn w:val="TableNormal"/>
    <w:uiPriority w:val="59"/>
    <w:rsid w:val="0067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A1418"/>
    <w:pPr>
      <w:autoSpaceDE w:val="0"/>
      <w:autoSpaceDN w:val="0"/>
      <w:adjustRightInd w:val="0"/>
    </w:pPr>
    <w:rPr>
      <w:rFonts w:ascii="Arial" w:eastAsia="Calibri" w:hAnsi="Arial" w:cs="Arial"/>
      <w:color w:val="000000"/>
    </w:rPr>
  </w:style>
  <w:style w:type="paragraph" w:styleId="NoSpacing">
    <w:name w:val="No Spacing"/>
    <w:uiPriority w:val="1"/>
    <w:qFormat/>
    <w:rsid w:val="001E128E"/>
    <w:rPr>
      <w:rFonts w:ascii="Calibri" w:eastAsia="Calibri" w:hAnsi="Calibri" w:cs="Times New Roman"/>
      <w:sz w:val="22"/>
      <w:szCs w:val="22"/>
    </w:rPr>
  </w:style>
  <w:style w:type="paragraph" w:styleId="BodyText3">
    <w:name w:val="Body Text 3"/>
    <w:basedOn w:val="Normal"/>
    <w:link w:val="BodyText3Char"/>
    <w:unhideWhenUsed/>
    <w:rsid w:val="001E128E"/>
    <w:pPr>
      <w:tabs>
        <w:tab w:val="left" w:pos="-1440"/>
        <w:tab w:val="left" w:pos="-360"/>
        <w:tab w:val="left" w:pos="900"/>
        <w:tab w:val="left" w:pos="1440"/>
        <w:tab w:val="left" w:pos="2160"/>
        <w:tab w:val="left" w:pos="2340"/>
        <w:tab w:val="left" w:pos="2520"/>
        <w:tab w:val="left" w:pos="2700"/>
        <w:tab w:val="left" w:pos="2880"/>
        <w:tab w:val="left" w:pos="3060"/>
        <w:tab w:val="left" w:pos="3240"/>
        <w:tab w:val="left" w:pos="3420"/>
        <w:tab w:val="left" w:pos="3600"/>
        <w:tab w:val="left" w:pos="3780"/>
        <w:tab w:val="left" w:pos="3960"/>
        <w:tab w:val="left" w:pos="4140"/>
        <w:tab w:val="left" w:pos="4320"/>
        <w:tab w:val="left" w:pos="4500"/>
        <w:tab w:val="left" w:pos="4680"/>
        <w:tab w:val="left" w:pos="4860"/>
        <w:tab w:val="left" w:pos="5040"/>
        <w:tab w:val="left" w:pos="5760"/>
        <w:tab w:val="left" w:pos="6480"/>
        <w:tab w:val="left" w:pos="7200"/>
        <w:tab w:val="left" w:pos="7920"/>
        <w:tab w:val="left" w:pos="8100"/>
        <w:tab w:val="left" w:pos="8280"/>
        <w:tab w:val="left" w:pos="9360"/>
        <w:tab w:val="right" w:leader="dot" w:pos="9990"/>
        <w:tab w:val="left" w:pos="10080"/>
      </w:tabs>
      <w:spacing w:line="240" w:lineRule="exact"/>
      <w:ind w:right="-115"/>
    </w:pPr>
    <w:rPr>
      <w:sz w:val="20"/>
      <w:szCs w:val="20"/>
    </w:rPr>
  </w:style>
  <w:style w:type="character" w:customStyle="1" w:styleId="BodyText3Char">
    <w:name w:val="Body Text 3 Char"/>
    <w:basedOn w:val="DefaultParagraphFont"/>
    <w:link w:val="BodyText3"/>
    <w:rsid w:val="001E128E"/>
    <w:rPr>
      <w:rFonts w:ascii="Arial" w:eastAsia="Times New Roman" w:hAnsi="Arial" w:cs="Times New Roman"/>
      <w:sz w:val="20"/>
      <w:szCs w:val="20"/>
    </w:rPr>
  </w:style>
  <w:style w:type="paragraph" w:styleId="Title">
    <w:name w:val="Title"/>
    <w:basedOn w:val="Normal"/>
    <w:next w:val="Normal"/>
    <w:link w:val="TitleChar"/>
    <w:uiPriority w:val="10"/>
    <w:qFormat/>
    <w:rsid w:val="00E96A92"/>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96A92"/>
    <w:rPr>
      <w:rFonts w:asciiTheme="majorHAnsi" w:eastAsiaTheme="majorEastAsia" w:hAnsiTheme="majorHAnsi" w:cstheme="majorBidi"/>
      <w:color w:val="323E4F" w:themeColor="text2" w:themeShade="BF"/>
      <w:spacing w:val="5"/>
      <w:kern w:val="28"/>
      <w:sz w:val="52"/>
      <w:szCs w:val="52"/>
    </w:rPr>
  </w:style>
  <w:style w:type="paragraph" w:customStyle="1" w:styleId="Style1">
    <w:name w:val="Style1"/>
    <w:basedOn w:val="Title"/>
    <w:link w:val="Style1Char"/>
    <w:qFormat/>
    <w:rsid w:val="00E96A92"/>
    <w:rPr>
      <w:rFonts w:ascii="Arial" w:hAnsi="Arial" w:cs="Arial"/>
    </w:rPr>
  </w:style>
  <w:style w:type="paragraph" w:customStyle="1" w:styleId="IFATitle">
    <w:name w:val="IFA Title"/>
    <w:basedOn w:val="Style1"/>
    <w:link w:val="IFATitleChar"/>
    <w:qFormat/>
    <w:rsid w:val="00E96A92"/>
    <w:pPr>
      <w:pBdr>
        <w:bottom w:val="single" w:sz="8" w:space="4" w:color="737B4C"/>
      </w:pBdr>
    </w:pPr>
  </w:style>
  <w:style w:type="character" w:customStyle="1" w:styleId="Style1Char">
    <w:name w:val="Style1 Char"/>
    <w:basedOn w:val="TitleChar"/>
    <w:link w:val="Style1"/>
    <w:rsid w:val="00E96A92"/>
    <w:rPr>
      <w:rFonts w:ascii="Arial" w:eastAsiaTheme="majorEastAsia" w:hAnsi="Arial" w:cs="Arial"/>
      <w:color w:val="323E4F" w:themeColor="text2" w:themeShade="BF"/>
      <w:spacing w:val="5"/>
      <w:kern w:val="28"/>
      <w:sz w:val="52"/>
      <w:szCs w:val="52"/>
    </w:rPr>
  </w:style>
  <w:style w:type="paragraph" w:customStyle="1" w:styleId="IFAnormal0">
    <w:name w:val="IFA normal"/>
    <w:basedOn w:val="Normal"/>
    <w:link w:val="IFAnormalChar0"/>
    <w:qFormat/>
    <w:rsid w:val="00E96A92"/>
    <w:rPr>
      <w:rFonts w:eastAsiaTheme="minorHAnsi" w:cs="Arial"/>
      <w:szCs w:val="24"/>
    </w:rPr>
  </w:style>
  <w:style w:type="character" w:customStyle="1" w:styleId="IFATitleChar">
    <w:name w:val="IFA Title Char"/>
    <w:basedOn w:val="Style1Char"/>
    <w:link w:val="IFATitle"/>
    <w:rsid w:val="00E96A92"/>
    <w:rPr>
      <w:rFonts w:ascii="Arial" w:eastAsiaTheme="majorEastAsia" w:hAnsi="Arial" w:cs="Arial"/>
      <w:color w:val="323E4F" w:themeColor="text2" w:themeShade="BF"/>
      <w:spacing w:val="5"/>
      <w:kern w:val="28"/>
      <w:sz w:val="52"/>
      <w:szCs w:val="52"/>
    </w:rPr>
  </w:style>
  <w:style w:type="character" w:customStyle="1" w:styleId="IFAnormalChar0">
    <w:name w:val="IFA normal Char"/>
    <w:basedOn w:val="DefaultParagraphFont"/>
    <w:link w:val="IFAnormal0"/>
    <w:rsid w:val="00E96A92"/>
    <w:rPr>
      <w:rFonts w:ascii="Arial" w:hAnsi="Arial" w:cs="Arial"/>
      <w:sz w:val="22"/>
    </w:rPr>
  </w:style>
  <w:style w:type="character" w:styleId="FollowedHyperlink">
    <w:name w:val="FollowedHyperlink"/>
    <w:basedOn w:val="DefaultParagraphFont"/>
    <w:uiPriority w:val="99"/>
    <w:semiHidden/>
    <w:unhideWhenUsed/>
    <w:rsid w:val="00E96A92"/>
    <w:rPr>
      <w:color w:val="800080"/>
      <w:u w:val="single"/>
    </w:rPr>
  </w:style>
  <w:style w:type="paragraph" w:customStyle="1" w:styleId="xl63">
    <w:name w:val="xl63"/>
    <w:basedOn w:val="Normal"/>
    <w:rsid w:val="00E96A92"/>
    <w:pPr>
      <w:spacing w:before="100" w:beforeAutospacing="1" w:after="100" w:afterAutospacing="1"/>
      <w:jc w:val="center"/>
    </w:pPr>
    <w:rPr>
      <w:rFonts w:ascii="Times New Roman" w:hAnsi="Times New Roman"/>
      <w:sz w:val="24"/>
      <w:szCs w:val="24"/>
    </w:rPr>
  </w:style>
  <w:style w:type="paragraph" w:customStyle="1" w:styleId="xl64">
    <w:name w:val="xl64"/>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b/>
      <w:bCs/>
      <w:sz w:val="24"/>
      <w:szCs w:val="24"/>
    </w:rPr>
  </w:style>
  <w:style w:type="paragraph" w:customStyle="1" w:styleId="xl65">
    <w:name w:val="xl65"/>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b/>
      <w:bCs/>
      <w:sz w:val="24"/>
      <w:szCs w:val="24"/>
    </w:rPr>
  </w:style>
  <w:style w:type="paragraph" w:customStyle="1" w:styleId="xl66">
    <w:name w:val="xl66"/>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7">
    <w:name w:val="xl67"/>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68">
    <w:name w:val="xl68"/>
    <w:basedOn w:val="Normal"/>
    <w:rsid w:val="00E96A9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69">
    <w:name w:val="xl69"/>
    <w:basedOn w:val="Normal"/>
    <w:rsid w:val="00E96A9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b/>
      <w:bCs/>
      <w:sz w:val="24"/>
      <w:szCs w:val="24"/>
    </w:rPr>
  </w:style>
  <w:style w:type="paragraph" w:styleId="BalloonText">
    <w:name w:val="Balloon Text"/>
    <w:basedOn w:val="Normal"/>
    <w:link w:val="BalloonTextChar"/>
    <w:uiPriority w:val="99"/>
    <w:semiHidden/>
    <w:unhideWhenUsed/>
    <w:rsid w:val="00E96A92"/>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96A92"/>
    <w:rPr>
      <w:rFonts w:ascii="Tahoma" w:hAnsi="Tahoma" w:cs="Tahoma"/>
      <w:sz w:val="16"/>
      <w:szCs w:val="16"/>
    </w:rPr>
  </w:style>
  <w:style w:type="character" w:customStyle="1" w:styleId="Heading2Char">
    <w:name w:val="Heading 2 Char"/>
    <w:basedOn w:val="DefaultParagraphFont"/>
    <w:link w:val="Heading2"/>
    <w:rsid w:val="00837E22"/>
    <w:rPr>
      <w:rFonts w:ascii="Arial" w:eastAsia="Times New Roman" w:hAnsi="Arial" w:cs="Times New Roman"/>
      <w:b/>
      <w:i/>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owadnr.gov/Environmental-Protection/Air-Quality/Asbestos-Training-Fires" TargetMode="External"/><Relationship Id="rId18" Type="http://schemas.openxmlformats.org/officeDocument/2006/relationships/hyperlink" Target="https://www.epa.gov/cwsrf/build-america-buy-america-bab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sam.gov/content/home" TargetMode="External"/><Relationship Id="rId17" Type="http://schemas.openxmlformats.org/officeDocument/2006/relationships/hyperlink" Target="https://www.hud.gov/section3" TargetMode="External"/><Relationship Id="rId2" Type="http://schemas.openxmlformats.org/officeDocument/2006/relationships/customXml" Target="../customXml/item2.xml"/><Relationship Id="rId16" Type="http://schemas.openxmlformats.org/officeDocument/2006/relationships/hyperlink" Target="http://idph.iowa.gov/radon" TargetMode="External"/><Relationship Id="rId20" Type="http://schemas.openxmlformats.org/officeDocument/2006/relationships/hyperlink" Target="https://www.hud.gov/program_offices/public_indian_housing/hotmaresour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exchange.info/programs/home/home-income-limit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hhs.iowa.gov/search?q=lead+poisonin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hud.gov/sites/dfiles/PIH/documents/NSPIRE-Factsheet-InspectionType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sc.fema.gov/porta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IFA%20Shared%20Perm\Brand\Web%20Docs\IFA%20Web%20Template%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4902371-e9a1-4774-b6f8-4323d749ace1" xsi:nil="true"/>
    <lcf76f155ced4ddcb4097134ff3c332f xmlns="671fdf05-166f-4ee6-a01a-142d0de070d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0AB56F06A8514890C651776EEEBC1C" ma:contentTypeVersion="15" ma:contentTypeDescription="Create a new document." ma:contentTypeScope="" ma:versionID="cc87856d2bb476622470f3c376980038">
  <xsd:schema xmlns:xsd="http://www.w3.org/2001/XMLSchema" xmlns:xs="http://www.w3.org/2001/XMLSchema" xmlns:p="http://schemas.microsoft.com/office/2006/metadata/properties" xmlns:ns2="671fdf05-166f-4ee6-a01a-142d0de070d3" xmlns:ns3="04902371-e9a1-4774-b6f8-4323d749ace1" targetNamespace="http://schemas.microsoft.com/office/2006/metadata/properties" ma:root="true" ma:fieldsID="f396efd86c28f3217abd969fc951d2b5" ns2:_="" ns3:_="">
    <xsd:import namespace="671fdf05-166f-4ee6-a01a-142d0de070d3"/>
    <xsd:import namespace="04902371-e9a1-4774-b6f8-4323d749ac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fdf05-166f-4ee6-a01a-142d0de07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73c2f1c-0c45-49b9-b292-96ca38f5026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902371-e9a1-4774-b6f8-4323d749ac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d0db960-2a62-4587-b128-7ad8fa5802e6}" ma:internalName="TaxCatchAll" ma:showField="CatchAllData" ma:web="04902371-e9a1-4774-b6f8-4323d749ace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5181644-4F1A-4849-A94F-DDAE0642DB17}">
  <ds:schemaRefs>
    <ds:schemaRef ds:uri="http://schemas.microsoft.com/office/2006/metadata/properties"/>
    <ds:schemaRef ds:uri="http://schemas.microsoft.com/office/infopath/2007/PartnerControls"/>
    <ds:schemaRef ds:uri="04902371-e9a1-4774-b6f8-4323d749ace1"/>
    <ds:schemaRef ds:uri="671fdf05-166f-4ee6-a01a-142d0de070d3"/>
  </ds:schemaRefs>
</ds:datastoreItem>
</file>

<file path=customXml/itemProps2.xml><?xml version="1.0" encoding="utf-8"?>
<ds:datastoreItem xmlns:ds="http://schemas.openxmlformats.org/officeDocument/2006/customXml" ds:itemID="{1066108C-5FF3-4F25-A95B-F923AC414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fdf05-166f-4ee6-a01a-142d0de070d3"/>
    <ds:schemaRef ds:uri="04902371-e9a1-4774-b6f8-4323d749a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64275-5C47-4898-A07B-52EB57BE43B2}">
  <ds:schemaRefs>
    <ds:schemaRef ds:uri="http://schemas.microsoft.com/sharepoint/v3/contenttype/forms"/>
  </ds:schemaRefs>
</ds:datastoreItem>
</file>

<file path=customXml/itemProps4.xml><?xml version="1.0" encoding="utf-8"?>
<ds:datastoreItem xmlns:ds="http://schemas.openxmlformats.org/officeDocument/2006/customXml" ds:itemID="{7D186B94-7806-0840-AF31-149656E56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IFA Web Template Portrait.dotx</Template>
  <TotalTime>14</TotalTime>
  <Pages>3</Pages>
  <Words>1041</Words>
  <Characters>5938</Characters>
  <Application>Microsoft Office Word</Application>
  <DocSecurity>8</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Iowa Finance Authority</Company>
  <LinksUpToDate>false</LinksUpToDate>
  <CharactersWithSpaces>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Fabian Awanyai</dc:creator>
  <cp:lastModifiedBy>Carol Wells</cp:lastModifiedBy>
  <cp:revision>18</cp:revision>
  <dcterms:created xsi:type="dcterms:W3CDTF">2023-06-28T17:53:00Z</dcterms:created>
  <dcterms:modified xsi:type="dcterms:W3CDTF">2023-12-06T21:54:00Z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0x010100200AB56F06A8514890C651776EEEBC1C</vt:lpwstr>
  </property>
  <property fmtid="{D5CDD505-2E9C-101B-9397-08002B2CF9AE}" pid="3" name="Order">
    <vt:r8>372400</vt:r8>
  </property>
  <property fmtid="{D5CDD505-2E9C-101B-9397-08002B2CF9AE}" pid="4" name="MediaServiceImageTags">
    <vt:lpwstr/>
  </property>
</Properties>
</file>